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BCF4CB" w14:textId="35FE2153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6E368647" wp14:editId="3CCA324D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3F88C04" wp14:editId="61203956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53000A">
        <w:rPr>
          <w:rFonts w:ascii="Segoe Print" w:hAnsi="Segoe Print"/>
          <w:b/>
          <w:sz w:val="24"/>
        </w:rPr>
        <w:t>3</w:t>
      </w:r>
      <w:r w:rsidR="00D51195" w:rsidRPr="0090117B">
        <w:rPr>
          <w:rFonts w:ascii="Segoe Print" w:hAnsi="Segoe Print"/>
          <w:b/>
          <w:sz w:val="24"/>
        </w:rPr>
        <w:t>.</w:t>
      </w:r>
      <w:r w:rsidR="00651875">
        <w:rPr>
          <w:rFonts w:ascii="Segoe Print" w:hAnsi="Segoe Print"/>
          <w:b/>
          <w:sz w:val="24"/>
        </w:rPr>
        <w:t>2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p w14:paraId="2407CB17" w14:textId="77777777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E20822" w:rsidRPr="000A63AF" w14:paraId="4798FDF3" w14:textId="77777777" w:rsidTr="007E2C1A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5A0705CC" w14:textId="77777777" w:rsidR="00E20822" w:rsidRPr="00C240D5" w:rsidRDefault="00E20822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 w:rsidR="0064471D"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5A765825" w14:textId="11576515" w:rsidR="00E20822" w:rsidRPr="00FB0E81" w:rsidRDefault="0053000A" w:rsidP="007B4226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 xml:space="preserve">Write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</w:rPr>
                    <m:t>20</m:t>
                  </m:r>
                </m:den>
              </m:f>
              <m:r>
                <w:rPr>
                  <w:rFonts w:ascii="Cambria Math" w:hAnsi="Cambria Math"/>
                </w:rPr>
                <m:t xml:space="preserve"> </m:t>
              </m:r>
            </m:oMath>
            <w:r w:rsidRPr="00C240D5">
              <w:rPr>
                <w:rFonts w:ascii="Avenir Book" w:eastAsiaTheme="minorEastAsia" w:hAnsi="Avenir Book"/>
              </w:rPr>
              <w:t>as a decimal</w:t>
            </w:r>
          </w:p>
        </w:tc>
        <w:tc>
          <w:tcPr>
            <w:tcW w:w="425" w:type="dxa"/>
            <w:tcBorders>
              <w:right w:val="nil"/>
            </w:tcBorders>
          </w:tcPr>
          <w:p w14:paraId="09207902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3DCEF4FA" w14:textId="6EDE2C89" w:rsidR="00E20822" w:rsidRPr="00AB2856" w:rsidRDefault="00AB2856" w:rsidP="0064471D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What is the p</w:t>
            </w:r>
            <w:r w:rsidRPr="00CD7EC7">
              <w:rPr>
                <w:rFonts w:ascii="Avenir Book" w:hAnsi="Avenir Book"/>
              </w:rPr>
              <w:t xml:space="preserve">robability of </w:t>
            </w:r>
            <w:r>
              <w:rPr>
                <w:rFonts w:ascii="Avenir Book" w:hAnsi="Avenir Book"/>
              </w:rPr>
              <w:t xml:space="preserve">rolling a </w:t>
            </w:r>
            <w:r w:rsidRPr="00CD7EC7">
              <w:rPr>
                <w:rFonts w:ascii="Avenir Book" w:hAnsi="Avenir Book"/>
              </w:rPr>
              <w:t>factor of 6 on a 6-sided dice?</w:t>
            </w:r>
          </w:p>
        </w:tc>
      </w:tr>
      <w:tr w:rsidR="00E20822" w:rsidRPr="00C240D5" w14:paraId="3F08F9DC" w14:textId="77777777" w:rsidTr="007E2C1A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53533907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3ABFB502" w14:textId="0B7B97D0" w:rsidR="00E20822" w:rsidRPr="00C240D5" w:rsidRDefault="00460334" w:rsidP="00505FC9">
            <w:pPr>
              <w:spacing w:before="120" w:after="0"/>
              <w:rPr>
                <w:rFonts w:ascii="Avenir Book" w:hAnsi="Avenir Book"/>
              </w:rPr>
            </w:pPr>
            <m:oMath>
              <m:r>
                <w:rPr>
                  <w:rFonts w:ascii="Cambria Math" w:hAnsi="Cambria Math"/>
                </w:rPr>
                <m:t>9-20÷4</m:t>
              </m:r>
            </m:oMath>
            <w:r w:rsidRPr="00CD7EC7">
              <w:rPr>
                <w:rFonts w:ascii="Avenir Book" w:hAnsi="Avenir Book"/>
              </w:rPr>
              <w:t xml:space="preserve"> </w:t>
            </w:r>
            <w:r w:rsidR="0053000A" w:rsidRPr="00C240D5">
              <w:rPr>
                <w:rFonts w:ascii="Avenir Book" w:hAnsi="Avenir Book"/>
              </w:rPr>
              <w:t>=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678FE40B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162C5D6E" w14:textId="67AC5F69" w:rsidR="00E20822" w:rsidRPr="00C240D5" w:rsidRDefault="0053000A" w:rsidP="0064471D">
            <w:pPr>
              <w:spacing w:before="120" w:after="0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 xml:space="preserve">Solve </w:t>
            </w:r>
            <w:r w:rsidR="00227D47" w:rsidRPr="00CD7EC7">
              <w:rPr>
                <w:rFonts w:ascii="Avenir Book" w:hAnsi="Avenir Book"/>
              </w:rPr>
              <w:t>3x +7 = 25</w:t>
            </w:r>
          </w:p>
        </w:tc>
      </w:tr>
      <w:tr w:rsidR="00E20822" w:rsidRPr="00C240D5" w14:paraId="229A8092" w14:textId="77777777" w:rsidTr="0053000A">
        <w:trPr>
          <w:trHeight w:val="1682"/>
        </w:trPr>
        <w:tc>
          <w:tcPr>
            <w:tcW w:w="421" w:type="dxa"/>
            <w:tcBorders>
              <w:right w:val="nil"/>
            </w:tcBorders>
          </w:tcPr>
          <w:p w14:paraId="56664FE7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tbl>
            <w:tblPr>
              <w:tblStyle w:val="TableGrid"/>
              <w:tblpPr w:leftFromText="180" w:rightFromText="180" w:vertAnchor="text" w:horzAnchor="margin" w:tblpXSpec="center" w:tblpY="188"/>
              <w:tblOverlap w:val="never"/>
              <w:tblW w:w="0" w:type="auto"/>
              <w:tblBorders>
                <w:top w:val="single" w:sz="4" w:space="0" w:color="A6A6A6" w:themeColor="background1" w:themeShade="A6"/>
                <w:left w:val="single" w:sz="4" w:space="0" w:color="A6A6A6" w:themeColor="background1" w:themeShade="A6"/>
                <w:bottom w:val="single" w:sz="4" w:space="0" w:color="A6A6A6" w:themeColor="background1" w:themeShade="A6"/>
                <w:right w:val="single" w:sz="4" w:space="0" w:color="A6A6A6" w:themeColor="background1" w:themeShade="A6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75"/>
              <w:gridCol w:w="475"/>
              <w:gridCol w:w="476"/>
            </w:tblGrid>
            <w:tr w:rsidR="00AE6436" w:rsidRPr="00CD7EC7" w14:paraId="2C4DA3CC" w14:textId="77777777" w:rsidTr="008C7466">
              <w:trPr>
                <w:trHeight w:val="388"/>
              </w:trPr>
              <w:tc>
                <w:tcPr>
                  <w:tcW w:w="475" w:type="dxa"/>
                  <w:tcBorders>
                    <w:right w:val="single" w:sz="12" w:space="0" w:color="auto"/>
                  </w:tcBorders>
                </w:tcPr>
                <w:p w14:paraId="2923D8A5" w14:textId="77777777" w:rsidR="00AE6436" w:rsidRPr="00CD7EC7" w:rsidRDefault="00AE6436" w:rsidP="00AE6436">
                  <w:pPr>
                    <w:spacing w:after="0"/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475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5F3AF321" w14:textId="77777777" w:rsidR="00AE6436" w:rsidRPr="00CD7EC7" w:rsidRDefault="00AE6436" w:rsidP="00AE6436">
                  <w:pPr>
                    <w:spacing w:after="0"/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475" w:type="dxa"/>
                  <w:tcBorders>
                    <w:top w:val="single" w:sz="12" w:space="0" w:color="auto"/>
                    <w:bottom w:val="single" w:sz="4" w:space="0" w:color="A6A6A6" w:themeColor="background1" w:themeShade="A6"/>
                  </w:tcBorders>
                </w:tcPr>
                <w:p w14:paraId="738E13E0" w14:textId="77777777" w:rsidR="00AE6436" w:rsidRPr="00CD7EC7" w:rsidRDefault="00AE6436" w:rsidP="00AE6436">
                  <w:pPr>
                    <w:spacing w:after="0"/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12" w:space="0" w:color="auto"/>
                    <w:bottom w:val="single" w:sz="4" w:space="0" w:color="A6A6A6" w:themeColor="background1" w:themeShade="A6"/>
                    <w:right w:val="single" w:sz="12" w:space="0" w:color="auto"/>
                  </w:tcBorders>
                </w:tcPr>
                <w:p w14:paraId="2C9D5EE1" w14:textId="77777777" w:rsidR="00AE6436" w:rsidRPr="00CD7EC7" w:rsidRDefault="00AE6436" w:rsidP="00AE6436">
                  <w:pPr>
                    <w:spacing w:after="0"/>
                    <w:rPr>
                      <w:rFonts w:ascii="Comic Sans MS" w:hAnsi="Comic Sans MS"/>
                    </w:rPr>
                  </w:pPr>
                </w:p>
              </w:tc>
            </w:tr>
            <w:tr w:rsidR="00AE6436" w:rsidRPr="00CD7EC7" w14:paraId="254299B9" w14:textId="77777777" w:rsidTr="008C7466">
              <w:trPr>
                <w:trHeight w:val="388"/>
              </w:trPr>
              <w:tc>
                <w:tcPr>
                  <w:tcW w:w="475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39919C95" w14:textId="77777777" w:rsidR="00AE6436" w:rsidRPr="00CD7EC7" w:rsidRDefault="00AE6436" w:rsidP="00AE6436">
                  <w:pPr>
                    <w:spacing w:after="0"/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475" w:type="dxa"/>
                  <w:tcBorders>
                    <w:left w:val="single" w:sz="12" w:space="0" w:color="auto"/>
                    <w:bottom w:val="single" w:sz="4" w:space="0" w:color="A6A6A6" w:themeColor="background1" w:themeShade="A6"/>
                  </w:tcBorders>
                </w:tcPr>
                <w:p w14:paraId="2230C0F2" w14:textId="77777777" w:rsidR="00AE6436" w:rsidRPr="00CD7EC7" w:rsidRDefault="00AE6436" w:rsidP="00AE6436">
                  <w:pPr>
                    <w:spacing w:after="0"/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475" w:type="dxa"/>
                  <w:tcBorders>
                    <w:bottom w:val="single" w:sz="12" w:space="0" w:color="auto"/>
                  </w:tcBorders>
                </w:tcPr>
                <w:p w14:paraId="4366BBF6" w14:textId="77777777" w:rsidR="00AE6436" w:rsidRPr="00CD7EC7" w:rsidRDefault="00AE6436" w:rsidP="00AE6436">
                  <w:pPr>
                    <w:spacing w:after="0"/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476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5745A11C" w14:textId="77777777" w:rsidR="00AE6436" w:rsidRPr="00CD7EC7" w:rsidRDefault="00AE6436" w:rsidP="00AE6436">
                  <w:pPr>
                    <w:spacing w:after="0"/>
                    <w:rPr>
                      <w:rFonts w:ascii="Comic Sans MS" w:hAnsi="Comic Sans MS"/>
                    </w:rPr>
                  </w:pPr>
                </w:p>
              </w:tc>
            </w:tr>
            <w:tr w:rsidR="00AE6436" w:rsidRPr="00CD7EC7" w14:paraId="2CB14912" w14:textId="77777777" w:rsidTr="008C7466">
              <w:trPr>
                <w:trHeight w:val="388"/>
              </w:trPr>
              <w:tc>
                <w:tcPr>
                  <w:tcW w:w="47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</w:tcPr>
                <w:p w14:paraId="07100CED" w14:textId="77777777" w:rsidR="00AE6436" w:rsidRPr="00CD7EC7" w:rsidRDefault="00AE6436" w:rsidP="00AE6436">
                  <w:pPr>
                    <w:spacing w:after="0"/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475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0DCC94DA" w14:textId="77777777" w:rsidR="00AE6436" w:rsidRPr="00CD7EC7" w:rsidRDefault="00AE6436" w:rsidP="00AE6436">
                  <w:pPr>
                    <w:spacing w:after="0"/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475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7C771DDF" w14:textId="77777777" w:rsidR="00AE6436" w:rsidRPr="00CD7EC7" w:rsidRDefault="00AE6436" w:rsidP="00AE6436">
                  <w:pPr>
                    <w:spacing w:after="0"/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12" w:space="0" w:color="auto"/>
                  </w:tcBorders>
                </w:tcPr>
                <w:p w14:paraId="00C1FA70" w14:textId="77777777" w:rsidR="00AE6436" w:rsidRPr="00CD7EC7" w:rsidRDefault="00AE6436" w:rsidP="00AE6436">
                  <w:pPr>
                    <w:spacing w:after="0"/>
                    <w:rPr>
                      <w:rFonts w:ascii="Comic Sans MS" w:hAnsi="Comic Sans MS"/>
                    </w:rPr>
                  </w:pPr>
                </w:p>
              </w:tc>
            </w:tr>
          </w:tbl>
          <w:p w14:paraId="7DDC901E" w14:textId="77777777" w:rsidR="0053000A" w:rsidRDefault="0053000A" w:rsidP="007E2C1A">
            <w:pPr>
              <w:spacing w:before="120" w:after="0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What is the perimeter of the shape?</w:t>
            </w:r>
          </w:p>
          <w:p w14:paraId="1191D4B9" w14:textId="77777777" w:rsidR="007E2C1A" w:rsidRPr="00C240D5" w:rsidRDefault="007E2C1A" w:rsidP="007E2C1A">
            <w:pPr>
              <w:spacing w:before="120" w:after="0"/>
              <w:rPr>
                <w:rFonts w:ascii="Avenir Book" w:hAnsi="Avenir Book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8480" behindDoc="0" locked="0" layoutInCell="1" allowOverlap="1" wp14:anchorId="4AD2F309" wp14:editId="19C27E75">
                  <wp:simplePos x="0" y="0"/>
                  <wp:positionH relativeFrom="column">
                    <wp:posOffset>5715586</wp:posOffset>
                  </wp:positionH>
                  <wp:positionV relativeFrom="paragraph">
                    <wp:posOffset>542095</wp:posOffset>
                  </wp:positionV>
                  <wp:extent cx="572188" cy="401760"/>
                  <wp:effectExtent l="0" t="0" r="0" b="5080"/>
                  <wp:wrapNone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1C431FD5" w14:textId="77777777" w:rsidR="000A63AF" w:rsidRDefault="000A63AF" w:rsidP="00525119">
      <w:pPr>
        <w:spacing w:after="0"/>
        <w:rPr>
          <w:rFonts w:ascii="Avenir Book" w:hAnsi="Avenir Book"/>
          <w:sz w:val="24"/>
          <w:szCs w:val="24"/>
        </w:rPr>
      </w:pPr>
    </w:p>
    <w:p w14:paraId="5628EA19" w14:textId="77777777" w:rsidR="0053000A" w:rsidRDefault="0053000A" w:rsidP="00525119">
      <w:pPr>
        <w:spacing w:after="0"/>
        <w:rPr>
          <w:rFonts w:ascii="Avenir Book" w:hAnsi="Avenir Book"/>
          <w:sz w:val="24"/>
          <w:szCs w:val="24"/>
        </w:rPr>
      </w:pPr>
    </w:p>
    <w:p w14:paraId="6C9C6CD4" w14:textId="77777777" w:rsidR="008C7466" w:rsidRDefault="008C7466" w:rsidP="008C7466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71552" behindDoc="0" locked="0" layoutInCell="1" allowOverlap="1" wp14:anchorId="7A15E411" wp14:editId="34DB5B95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5" name="Picture 5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70528" behindDoc="0" locked="0" layoutInCell="1" allowOverlap="1" wp14:anchorId="5E554343" wp14:editId="08023CE8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6" name="Picture 6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3</w:t>
      </w:r>
      <w:r w:rsidRPr="0090117B">
        <w:rPr>
          <w:rFonts w:ascii="Segoe Print" w:hAnsi="Segoe Print"/>
          <w:b/>
          <w:sz w:val="24"/>
        </w:rPr>
        <w:t>.</w:t>
      </w:r>
      <w:r>
        <w:rPr>
          <w:rFonts w:ascii="Segoe Print" w:hAnsi="Segoe Print"/>
          <w:b/>
          <w:sz w:val="24"/>
        </w:rPr>
        <w:t>2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4807F8D3" w14:textId="77777777" w:rsidR="008C7466" w:rsidRDefault="008C7466" w:rsidP="008C7466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8C7466" w:rsidRPr="000A63AF" w14:paraId="302A9B7B" w14:textId="77777777" w:rsidTr="00E01254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74E1A192" w14:textId="77777777" w:rsidR="008C7466" w:rsidRPr="00C240D5" w:rsidRDefault="008C7466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0F0065F6" w14:textId="77777777" w:rsidR="008C7466" w:rsidRPr="00FB0E81" w:rsidRDefault="008C7466" w:rsidP="00E01254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 xml:space="preserve">Write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</w:rPr>
                    <m:t>20</m:t>
                  </m:r>
                </m:den>
              </m:f>
              <m:r>
                <w:rPr>
                  <w:rFonts w:ascii="Cambria Math" w:hAnsi="Cambria Math"/>
                </w:rPr>
                <m:t xml:space="preserve"> </m:t>
              </m:r>
            </m:oMath>
            <w:r w:rsidRPr="00C240D5">
              <w:rPr>
                <w:rFonts w:ascii="Avenir Book" w:eastAsiaTheme="minorEastAsia" w:hAnsi="Avenir Book"/>
              </w:rPr>
              <w:t>as a decimal</w:t>
            </w:r>
          </w:p>
        </w:tc>
        <w:tc>
          <w:tcPr>
            <w:tcW w:w="425" w:type="dxa"/>
            <w:tcBorders>
              <w:right w:val="nil"/>
            </w:tcBorders>
          </w:tcPr>
          <w:p w14:paraId="1D545507" w14:textId="77777777" w:rsidR="008C7466" w:rsidRPr="00C240D5" w:rsidRDefault="008C7466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474EAC08" w14:textId="77777777" w:rsidR="008C7466" w:rsidRPr="00AB2856" w:rsidRDefault="008C7466" w:rsidP="00E01254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What is the p</w:t>
            </w:r>
            <w:r w:rsidRPr="00CD7EC7">
              <w:rPr>
                <w:rFonts w:ascii="Avenir Book" w:hAnsi="Avenir Book"/>
              </w:rPr>
              <w:t xml:space="preserve">robability of </w:t>
            </w:r>
            <w:r>
              <w:rPr>
                <w:rFonts w:ascii="Avenir Book" w:hAnsi="Avenir Book"/>
              </w:rPr>
              <w:t xml:space="preserve">rolling a </w:t>
            </w:r>
            <w:r w:rsidRPr="00CD7EC7">
              <w:rPr>
                <w:rFonts w:ascii="Avenir Book" w:hAnsi="Avenir Book"/>
              </w:rPr>
              <w:t>factor of 6 on a 6-sided dice?</w:t>
            </w:r>
          </w:p>
        </w:tc>
      </w:tr>
      <w:tr w:rsidR="008C7466" w:rsidRPr="00C240D5" w14:paraId="441E9DCB" w14:textId="77777777" w:rsidTr="00E01254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6D9B78BA" w14:textId="77777777" w:rsidR="008C7466" w:rsidRPr="00C240D5" w:rsidRDefault="008C7466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00735682" w14:textId="77777777" w:rsidR="008C7466" w:rsidRPr="00C240D5" w:rsidRDefault="008C7466" w:rsidP="00E01254">
            <w:pPr>
              <w:spacing w:before="120" w:after="0"/>
              <w:rPr>
                <w:rFonts w:ascii="Avenir Book" w:hAnsi="Avenir Book"/>
              </w:rPr>
            </w:pPr>
            <m:oMath>
              <m:r>
                <w:rPr>
                  <w:rFonts w:ascii="Cambria Math" w:hAnsi="Cambria Math"/>
                </w:rPr>
                <m:t>9-20÷4</m:t>
              </m:r>
            </m:oMath>
            <w:r w:rsidRPr="00CD7EC7">
              <w:rPr>
                <w:rFonts w:ascii="Avenir Book" w:hAnsi="Avenir Book"/>
              </w:rPr>
              <w:t xml:space="preserve"> </w:t>
            </w:r>
            <w:r w:rsidRPr="00C240D5">
              <w:rPr>
                <w:rFonts w:ascii="Avenir Book" w:hAnsi="Avenir Book"/>
              </w:rPr>
              <w:t>=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63CA7218" w14:textId="77777777" w:rsidR="008C7466" w:rsidRPr="00C240D5" w:rsidRDefault="008C7466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6887FDC0" w14:textId="77777777" w:rsidR="008C7466" w:rsidRPr="00C240D5" w:rsidRDefault="008C7466" w:rsidP="00E01254">
            <w:pPr>
              <w:spacing w:before="120" w:after="0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 xml:space="preserve">Solve </w:t>
            </w:r>
            <w:r w:rsidRPr="00CD7EC7">
              <w:rPr>
                <w:rFonts w:ascii="Avenir Book" w:hAnsi="Avenir Book"/>
              </w:rPr>
              <w:t>3x +7 = 25</w:t>
            </w:r>
          </w:p>
        </w:tc>
      </w:tr>
      <w:tr w:rsidR="008C7466" w:rsidRPr="00C240D5" w14:paraId="0EB6137A" w14:textId="77777777" w:rsidTr="00E01254">
        <w:trPr>
          <w:trHeight w:val="1682"/>
        </w:trPr>
        <w:tc>
          <w:tcPr>
            <w:tcW w:w="421" w:type="dxa"/>
            <w:tcBorders>
              <w:right w:val="nil"/>
            </w:tcBorders>
          </w:tcPr>
          <w:p w14:paraId="659855ED" w14:textId="77777777" w:rsidR="008C7466" w:rsidRPr="00C240D5" w:rsidRDefault="008C7466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tbl>
            <w:tblPr>
              <w:tblStyle w:val="TableGrid"/>
              <w:tblpPr w:leftFromText="180" w:rightFromText="180" w:vertAnchor="text" w:horzAnchor="margin" w:tblpXSpec="center" w:tblpY="188"/>
              <w:tblOverlap w:val="never"/>
              <w:tblW w:w="0" w:type="auto"/>
              <w:tblBorders>
                <w:top w:val="single" w:sz="4" w:space="0" w:color="A6A6A6" w:themeColor="background1" w:themeShade="A6"/>
                <w:left w:val="single" w:sz="4" w:space="0" w:color="A6A6A6" w:themeColor="background1" w:themeShade="A6"/>
                <w:bottom w:val="single" w:sz="4" w:space="0" w:color="A6A6A6" w:themeColor="background1" w:themeShade="A6"/>
                <w:right w:val="single" w:sz="4" w:space="0" w:color="A6A6A6" w:themeColor="background1" w:themeShade="A6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75"/>
              <w:gridCol w:w="475"/>
              <w:gridCol w:w="476"/>
            </w:tblGrid>
            <w:tr w:rsidR="008C7466" w:rsidRPr="00CD7EC7" w14:paraId="7C2C7AB3" w14:textId="77777777" w:rsidTr="00E01254">
              <w:trPr>
                <w:trHeight w:val="388"/>
              </w:trPr>
              <w:tc>
                <w:tcPr>
                  <w:tcW w:w="475" w:type="dxa"/>
                  <w:tcBorders>
                    <w:right w:val="single" w:sz="12" w:space="0" w:color="auto"/>
                  </w:tcBorders>
                </w:tcPr>
                <w:p w14:paraId="2025557E" w14:textId="77777777" w:rsidR="008C7466" w:rsidRPr="00CD7EC7" w:rsidRDefault="008C7466" w:rsidP="00E01254">
                  <w:pPr>
                    <w:spacing w:after="0"/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475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534D87EE" w14:textId="77777777" w:rsidR="008C7466" w:rsidRPr="00CD7EC7" w:rsidRDefault="008C7466" w:rsidP="00E01254">
                  <w:pPr>
                    <w:spacing w:after="0"/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475" w:type="dxa"/>
                  <w:tcBorders>
                    <w:top w:val="single" w:sz="12" w:space="0" w:color="auto"/>
                    <w:bottom w:val="single" w:sz="4" w:space="0" w:color="A6A6A6" w:themeColor="background1" w:themeShade="A6"/>
                  </w:tcBorders>
                </w:tcPr>
                <w:p w14:paraId="6064A866" w14:textId="77777777" w:rsidR="008C7466" w:rsidRPr="00CD7EC7" w:rsidRDefault="008C7466" w:rsidP="00E01254">
                  <w:pPr>
                    <w:spacing w:after="0"/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12" w:space="0" w:color="auto"/>
                    <w:bottom w:val="single" w:sz="4" w:space="0" w:color="A6A6A6" w:themeColor="background1" w:themeShade="A6"/>
                    <w:right w:val="single" w:sz="12" w:space="0" w:color="auto"/>
                  </w:tcBorders>
                </w:tcPr>
                <w:p w14:paraId="109D4353" w14:textId="77777777" w:rsidR="008C7466" w:rsidRPr="00CD7EC7" w:rsidRDefault="008C7466" w:rsidP="00E01254">
                  <w:pPr>
                    <w:spacing w:after="0"/>
                    <w:rPr>
                      <w:rFonts w:ascii="Comic Sans MS" w:hAnsi="Comic Sans MS"/>
                    </w:rPr>
                  </w:pPr>
                </w:p>
              </w:tc>
            </w:tr>
            <w:tr w:rsidR="008C7466" w:rsidRPr="00CD7EC7" w14:paraId="02B84B2B" w14:textId="77777777" w:rsidTr="00E01254">
              <w:trPr>
                <w:trHeight w:val="388"/>
              </w:trPr>
              <w:tc>
                <w:tcPr>
                  <w:tcW w:w="475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516C2408" w14:textId="77777777" w:rsidR="008C7466" w:rsidRPr="00CD7EC7" w:rsidRDefault="008C7466" w:rsidP="00E01254">
                  <w:pPr>
                    <w:spacing w:after="0"/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475" w:type="dxa"/>
                  <w:tcBorders>
                    <w:left w:val="single" w:sz="12" w:space="0" w:color="auto"/>
                    <w:bottom w:val="single" w:sz="4" w:space="0" w:color="A6A6A6" w:themeColor="background1" w:themeShade="A6"/>
                  </w:tcBorders>
                </w:tcPr>
                <w:p w14:paraId="3CAF1C40" w14:textId="77777777" w:rsidR="008C7466" w:rsidRPr="00CD7EC7" w:rsidRDefault="008C7466" w:rsidP="00E01254">
                  <w:pPr>
                    <w:spacing w:after="0"/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475" w:type="dxa"/>
                  <w:tcBorders>
                    <w:bottom w:val="single" w:sz="12" w:space="0" w:color="auto"/>
                  </w:tcBorders>
                </w:tcPr>
                <w:p w14:paraId="24DB98D2" w14:textId="77777777" w:rsidR="008C7466" w:rsidRPr="00CD7EC7" w:rsidRDefault="008C7466" w:rsidP="00E01254">
                  <w:pPr>
                    <w:spacing w:after="0"/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476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17827467" w14:textId="77777777" w:rsidR="008C7466" w:rsidRPr="00CD7EC7" w:rsidRDefault="008C7466" w:rsidP="00E01254">
                  <w:pPr>
                    <w:spacing w:after="0"/>
                    <w:rPr>
                      <w:rFonts w:ascii="Comic Sans MS" w:hAnsi="Comic Sans MS"/>
                    </w:rPr>
                  </w:pPr>
                </w:p>
              </w:tc>
            </w:tr>
            <w:tr w:rsidR="008C7466" w:rsidRPr="00CD7EC7" w14:paraId="562AEEDF" w14:textId="77777777" w:rsidTr="00E01254">
              <w:trPr>
                <w:trHeight w:val="388"/>
              </w:trPr>
              <w:tc>
                <w:tcPr>
                  <w:tcW w:w="47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</w:tcPr>
                <w:p w14:paraId="7328697D" w14:textId="77777777" w:rsidR="008C7466" w:rsidRPr="00CD7EC7" w:rsidRDefault="008C7466" w:rsidP="00E01254">
                  <w:pPr>
                    <w:spacing w:after="0"/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475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7063DB71" w14:textId="77777777" w:rsidR="008C7466" w:rsidRPr="00CD7EC7" w:rsidRDefault="008C7466" w:rsidP="00E01254">
                  <w:pPr>
                    <w:spacing w:after="0"/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475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41E678B5" w14:textId="77777777" w:rsidR="008C7466" w:rsidRPr="00CD7EC7" w:rsidRDefault="008C7466" w:rsidP="00E01254">
                  <w:pPr>
                    <w:spacing w:after="0"/>
                    <w:rPr>
                      <w:rFonts w:ascii="Comic Sans MS" w:hAnsi="Comic Sans MS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12" w:space="0" w:color="auto"/>
                  </w:tcBorders>
                </w:tcPr>
                <w:p w14:paraId="41B19EEE" w14:textId="77777777" w:rsidR="008C7466" w:rsidRPr="00CD7EC7" w:rsidRDefault="008C7466" w:rsidP="00E01254">
                  <w:pPr>
                    <w:spacing w:after="0"/>
                    <w:rPr>
                      <w:rFonts w:ascii="Comic Sans MS" w:hAnsi="Comic Sans MS"/>
                    </w:rPr>
                  </w:pPr>
                </w:p>
              </w:tc>
            </w:tr>
          </w:tbl>
          <w:p w14:paraId="481AB5C1" w14:textId="77777777" w:rsidR="008C7466" w:rsidRDefault="008C7466" w:rsidP="00E01254">
            <w:pPr>
              <w:spacing w:before="120" w:after="0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What is the perimeter of the shape?</w:t>
            </w:r>
          </w:p>
          <w:p w14:paraId="43BB97A9" w14:textId="77777777" w:rsidR="008C7466" w:rsidRPr="00C240D5" w:rsidRDefault="008C7466" w:rsidP="00E01254">
            <w:pPr>
              <w:spacing w:before="120" w:after="0"/>
              <w:rPr>
                <w:rFonts w:ascii="Avenir Book" w:hAnsi="Avenir Book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72576" behindDoc="0" locked="0" layoutInCell="1" allowOverlap="1" wp14:anchorId="58E74268" wp14:editId="3AEB7D7A">
                  <wp:simplePos x="0" y="0"/>
                  <wp:positionH relativeFrom="column">
                    <wp:posOffset>5715586</wp:posOffset>
                  </wp:positionH>
                  <wp:positionV relativeFrom="paragraph">
                    <wp:posOffset>542095</wp:posOffset>
                  </wp:positionV>
                  <wp:extent cx="572188" cy="401760"/>
                  <wp:effectExtent l="0" t="0" r="0" b="508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219F1006" w14:textId="77777777" w:rsidR="007E2C1A" w:rsidRDefault="007E2C1A" w:rsidP="00525119">
      <w:pPr>
        <w:spacing w:after="0"/>
        <w:rPr>
          <w:rFonts w:ascii="Avenir Book" w:hAnsi="Avenir Book"/>
          <w:sz w:val="24"/>
          <w:szCs w:val="24"/>
        </w:rPr>
      </w:pPr>
      <w:bookmarkStart w:id="0" w:name="_GoBack"/>
      <w:bookmarkEnd w:id="0"/>
    </w:p>
    <w:sectPr w:rsidR="007E2C1A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Kristen ITC">
    <w:altName w:val="Calibri"/>
    <w:panose1 w:val="020B0604020202020204"/>
    <w:charset w:val="00"/>
    <w:family w:val="script"/>
    <w:pitch w:val="variable"/>
    <w:sig w:usb0="00000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00A"/>
    <w:rsid w:val="000A43CA"/>
    <w:rsid w:val="000A63AF"/>
    <w:rsid w:val="001826A9"/>
    <w:rsid w:val="00191AC4"/>
    <w:rsid w:val="00213C21"/>
    <w:rsid w:val="00227D47"/>
    <w:rsid w:val="002D5D86"/>
    <w:rsid w:val="00333535"/>
    <w:rsid w:val="003F51D8"/>
    <w:rsid w:val="00460334"/>
    <w:rsid w:val="00505FC9"/>
    <w:rsid w:val="00525119"/>
    <w:rsid w:val="0053000A"/>
    <w:rsid w:val="00593FB9"/>
    <w:rsid w:val="0064471D"/>
    <w:rsid w:val="00651875"/>
    <w:rsid w:val="00705472"/>
    <w:rsid w:val="007B4226"/>
    <w:rsid w:val="007E2C1A"/>
    <w:rsid w:val="008C7466"/>
    <w:rsid w:val="0090117B"/>
    <w:rsid w:val="0099142F"/>
    <w:rsid w:val="00AB2856"/>
    <w:rsid w:val="00AD3C1A"/>
    <w:rsid w:val="00AE6436"/>
    <w:rsid w:val="00BE7AC9"/>
    <w:rsid w:val="00C240D5"/>
    <w:rsid w:val="00C41860"/>
    <w:rsid w:val="00D51195"/>
    <w:rsid w:val="00DB511B"/>
    <w:rsid w:val="00E20822"/>
    <w:rsid w:val="00E7749A"/>
    <w:rsid w:val="00EC4CCA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851684"/>
  <w15:docId w15:val="{D3DA4C3B-432A-EE48-A539-AE325FA7C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1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10</cp:revision>
  <dcterms:created xsi:type="dcterms:W3CDTF">2019-02-22T16:43:00Z</dcterms:created>
  <dcterms:modified xsi:type="dcterms:W3CDTF">2019-02-22T16:45:00Z</dcterms:modified>
</cp:coreProperties>
</file>